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1BC6870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CA431D">
        <w:rPr>
          <w:b/>
          <w:lang w:val="en-GB"/>
        </w:rPr>
        <w:t xml:space="preserve"> 46-G00</w:t>
      </w:r>
      <w:r w:rsidR="00624EED">
        <w:rPr>
          <w:b/>
          <w:lang w:val="en-GB"/>
        </w:rPr>
        <w:t>2</w:t>
      </w:r>
      <w:r w:rsidR="00CA431D">
        <w:rPr>
          <w:b/>
          <w:lang w:val="en-GB"/>
        </w:rPr>
        <w:t>-26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29E1EA23" w14:textId="77777777" w:rsidR="00C9779C" w:rsidRPr="00492684" w:rsidRDefault="00C9779C" w:rsidP="00C9779C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bookmarkEnd w:id="1"/>
      <w:r w:rsidRPr="00492684">
        <w:rPr>
          <w:lang w:val="en-GB"/>
        </w:rPr>
        <w:t>Background</w:t>
      </w:r>
      <w:bookmarkEnd w:id="2"/>
      <w:bookmarkEnd w:id="3"/>
    </w:p>
    <w:p w14:paraId="5ADFFC48" w14:textId="77777777" w:rsidR="00C9779C" w:rsidRPr="00492684" w:rsidRDefault="00C9779C" w:rsidP="00C9779C">
      <w:pPr>
        <w:rPr>
          <w:lang w:val="en-GB"/>
        </w:rPr>
      </w:pPr>
      <w:r w:rsidRPr="005B5FC5">
        <w:rPr>
          <w:lang w:val="en-GB"/>
        </w:rPr>
        <w:t xml:space="preserve">This project is to support efficiency of fuel </w:t>
      </w:r>
      <w:r>
        <w:rPr>
          <w:lang w:val="en-GB"/>
        </w:rPr>
        <w:t>delivery on the outer island</w:t>
      </w:r>
      <w:r w:rsidRPr="005B5FC5">
        <w:rPr>
          <w:lang w:val="en-GB"/>
        </w:rPr>
        <w:t xml:space="preserve"> from time to time</w:t>
      </w:r>
    </w:p>
    <w:p w14:paraId="5DDE3F81" w14:textId="77777777" w:rsidR="00C9779C" w:rsidRPr="00492684" w:rsidRDefault="00C9779C" w:rsidP="00C9779C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3237208A" w14:textId="77777777" w:rsidR="00C9779C" w:rsidRPr="00492684" w:rsidRDefault="00C9779C" w:rsidP="00C9779C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07E81E76" w14:textId="77777777" w:rsidR="00C9779C" w:rsidRDefault="00C9779C" w:rsidP="00C9779C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6EE53D8D" w14:textId="77777777" w:rsidR="00C9779C" w:rsidRPr="005B5FC5" w:rsidRDefault="00C9779C" w:rsidP="00C9779C">
      <w:pPr>
        <w:rPr>
          <w:lang w:val="en-GB"/>
        </w:rPr>
      </w:pPr>
      <w:r>
        <w:rPr>
          <w:lang w:val="en-GB"/>
        </w:rPr>
        <w:t>To be installed at outer islands</w:t>
      </w:r>
    </w:p>
    <w:p w14:paraId="6B773C43" w14:textId="77777777" w:rsidR="00C9779C" w:rsidRPr="00492684" w:rsidRDefault="00C9779C" w:rsidP="00C9779C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584FC1DC" w14:textId="77777777" w:rsidR="00C9779C" w:rsidRPr="00492684" w:rsidRDefault="00C9779C" w:rsidP="00C9779C">
      <w:pPr>
        <w:rPr>
          <w:lang w:val="en-GB"/>
        </w:rPr>
      </w:pPr>
      <w:r>
        <w:rPr>
          <w:lang w:val="en-GB"/>
        </w:rPr>
        <w:t xml:space="preserve">44 days after first payment </w:t>
      </w:r>
    </w:p>
    <w:bookmarkEnd w:id="4"/>
    <w:bookmarkEnd w:id="5"/>
    <w:p w14:paraId="06CD07F1" w14:textId="77777777" w:rsidR="00C9779C" w:rsidRPr="00492684" w:rsidRDefault="00C9779C" w:rsidP="00C9779C">
      <w:pPr>
        <w:pStyle w:val="Heading2"/>
      </w:pPr>
      <w:r w:rsidRPr="00492684">
        <w:t>Description of the Goods</w:t>
      </w:r>
    </w:p>
    <w:p w14:paraId="02B65510" w14:textId="77777777" w:rsidR="00C9779C" w:rsidRPr="00492684" w:rsidRDefault="00C9779C" w:rsidP="00C9779C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27E9F63E" w14:textId="77777777" w:rsidR="00C9779C" w:rsidRPr="00492684" w:rsidRDefault="00C9779C" w:rsidP="00C9779C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C9779C" w:rsidRPr="00492684" w14:paraId="29FC576A" w14:textId="77777777" w:rsidTr="00C713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598818A" w14:textId="77777777" w:rsidR="00C9779C" w:rsidRPr="00492684" w:rsidRDefault="00C9779C" w:rsidP="00C71392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56AE73E2" w14:textId="77777777" w:rsidR="00C9779C" w:rsidRPr="00492684" w:rsidRDefault="00C9779C" w:rsidP="00C713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7DA07C64" w14:textId="77777777" w:rsidR="00C9779C" w:rsidRPr="00492684" w:rsidRDefault="00C9779C" w:rsidP="00C713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10D0F99F" w14:textId="77777777" w:rsidR="00C9779C" w:rsidRPr="00492684" w:rsidRDefault="00C9779C" w:rsidP="00C713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C0514D1" w14:textId="77777777" w:rsidR="00C9779C" w:rsidRPr="00492684" w:rsidRDefault="00C9779C" w:rsidP="00C713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C9779C" w:rsidRPr="00492684" w14:paraId="29316708" w14:textId="77777777" w:rsidTr="00C713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0B24DE8" w14:textId="77777777" w:rsidR="00C9779C" w:rsidRPr="00492684" w:rsidRDefault="00C9779C" w:rsidP="00C7139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78" w:type="dxa"/>
          </w:tcPr>
          <w:p w14:paraId="2A68325A" w14:textId="525DD357" w:rsidR="00C9779C" w:rsidRPr="00EC0E39" w:rsidRDefault="00A44D0D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  <w:u w:val="single"/>
                <w:lang w:val="en-GB"/>
              </w:rPr>
              <w:t>Certified Fuel Storage Tanks 50MT</w:t>
            </w:r>
          </w:p>
          <w:p w14:paraId="7A6082C7" w14:textId="48BC4D65" w:rsidR="00C9779C" w:rsidRPr="00EC0E39" w:rsidRDefault="00A44D0D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Refer to Specifications attachment enclosed. </w:t>
            </w:r>
          </w:p>
          <w:p w14:paraId="6386158F" w14:textId="77777777" w:rsidR="00C9779C" w:rsidRPr="00492684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29F60629" w14:textId="325EF1CF" w:rsidR="00C9779C" w:rsidRPr="00492684" w:rsidRDefault="00A44D0D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5E572C5B" w14:textId="77777777" w:rsidR="00C9779C" w:rsidRPr="00492684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14D9A9D" w14:textId="77777777" w:rsidR="00C9779C" w:rsidRPr="00492684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FC5DA" w14:textId="77777777" w:rsidR="00882261" w:rsidRDefault="00882261">
      <w:r>
        <w:separator/>
      </w:r>
    </w:p>
  </w:endnote>
  <w:endnote w:type="continuationSeparator" w:id="0">
    <w:p w14:paraId="75298F6C" w14:textId="77777777" w:rsidR="00882261" w:rsidRDefault="00882261">
      <w:r>
        <w:continuationSeparator/>
      </w:r>
    </w:p>
  </w:endnote>
  <w:endnote w:type="continuationNotice" w:id="1">
    <w:p w14:paraId="2436F345" w14:textId="77777777" w:rsidR="00882261" w:rsidRDefault="008822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44D0D" w:rsidRPr="00A44D0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44D0D" w:rsidRPr="00A44D0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BDA0A3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24EED">
      <w:rPr>
        <w:noProof/>
      </w:rPr>
      <w:t>2026-01-27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3A54D" w14:textId="77777777" w:rsidR="00882261" w:rsidRDefault="00882261">
      <w:r>
        <w:separator/>
      </w:r>
    </w:p>
  </w:footnote>
  <w:footnote w:type="continuationSeparator" w:id="0">
    <w:p w14:paraId="68222911" w14:textId="77777777" w:rsidR="00882261" w:rsidRDefault="00882261">
      <w:r>
        <w:continuationSeparator/>
      </w:r>
    </w:p>
  </w:footnote>
  <w:footnote w:type="continuationNotice" w:id="1">
    <w:p w14:paraId="4B4DE536" w14:textId="77777777" w:rsidR="00882261" w:rsidRDefault="008822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2DE8"/>
    <w:multiLevelType w:val="multilevel"/>
    <w:tmpl w:val="924A8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3EFB753B"/>
    <w:multiLevelType w:val="multilevel"/>
    <w:tmpl w:val="48AE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950A8"/>
    <w:multiLevelType w:val="multilevel"/>
    <w:tmpl w:val="F83E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726C6"/>
    <w:multiLevelType w:val="multilevel"/>
    <w:tmpl w:val="8084C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066CA2"/>
    <w:multiLevelType w:val="multilevel"/>
    <w:tmpl w:val="9846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C05E2"/>
    <w:multiLevelType w:val="multilevel"/>
    <w:tmpl w:val="AA340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632578">
    <w:abstractNumId w:val="2"/>
  </w:num>
  <w:num w:numId="2" w16cid:durableId="1039286048">
    <w:abstractNumId w:val="19"/>
  </w:num>
  <w:num w:numId="3" w16cid:durableId="1727797108">
    <w:abstractNumId w:val="20"/>
  </w:num>
  <w:num w:numId="4" w16cid:durableId="1401756098">
    <w:abstractNumId w:val="8"/>
  </w:num>
  <w:num w:numId="5" w16cid:durableId="1853758458">
    <w:abstractNumId w:val="7"/>
  </w:num>
  <w:num w:numId="6" w16cid:durableId="1126464361">
    <w:abstractNumId w:val="12"/>
  </w:num>
  <w:num w:numId="7" w16cid:durableId="28065819">
    <w:abstractNumId w:val="9"/>
  </w:num>
  <w:num w:numId="8" w16cid:durableId="355888982">
    <w:abstractNumId w:val="16"/>
  </w:num>
  <w:num w:numId="9" w16cid:durableId="1287931330">
    <w:abstractNumId w:val="0"/>
  </w:num>
  <w:num w:numId="10" w16cid:durableId="743841420">
    <w:abstractNumId w:val="15"/>
  </w:num>
  <w:num w:numId="11" w16cid:durableId="2146658091">
    <w:abstractNumId w:val="4"/>
  </w:num>
  <w:num w:numId="12" w16cid:durableId="96367113">
    <w:abstractNumId w:val="11"/>
  </w:num>
  <w:num w:numId="13" w16cid:durableId="1028721881">
    <w:abstractNumId w:val="18"/>
  </w:num>
  <w:num w:numId="14" w16cid:durableId="1540363764">
    <w:abstractNumId w:val="5"/>
  </w:num>
  <w:num w:numId="15" w16cid:durableId="6684737">
    <w:abstractNumId w:val="10"/>
  </w:num>
  <w:num w:numId="16" w16cid:durableId="861088142">
    <w:abstractNumId w:val="17"/>
  </w:num>
  <w:num w:numId="17" w16cid:durableId="785268921">
    <w:abstractNumId w:val="1"/>
  </w:num>
  <w:num w:numId="18" w16cid:durableId="1795900036">
    <w:abstractNumId w:val="13"/>
  </w:num>
  <w:num w:numId="19" w16cid:durableId="2039770129">
    <w:abstractNumId w:val="14"/>
  </w:num>
  <w:num w:numId="20" w16cid:durableId="250437214">
    <w:abstractNumId w:val="6"/>
  </w:num>
  <w:num w:numId="21" w16cid:durableId="394203709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6A2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170D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375A5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EA5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EED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6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7B2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827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4D0D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870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79C"/>
    <w:rsid w:val="00CA031F"/>
    <w:rsid w:val="00CA14C7"/>
    <w:rsid w:val="00CA212D"/>
    <w:rsid w:val="00CA26CC"/>
    <w:rsid w:val="00CA431D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4F2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374F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AD1A6E-3E71-40D5-87F3-2CDE217775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591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9</cp:revision>
  <cp:lastPrinted>2013-10-18T08:32:00Z</cp:lastPrinted>
  <dcterms:created xsi:type="dcterms:W3CDTF">2020-07-06T12:33:00Z</dcterms:created>
  <dcterms:modified xsi:type="dcterms:W3CDTF">2026-01-26T22:47:00Z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